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88" w:rsidRDefault="001A0E88" w:rsidP="00D63C25">
      <w:pPr>
        <w:spacing w:line="240" w:lineRule="auto"/>
        <w:contextualSpacing/>
        <w:jc w:val="center"/>
        <w:rPr>
          <w:b/>
          <w:u w:val="single"/>
        </w:rPr>
      </w:pPr>
    </w:p>
    <w:p w:rsidR="001A0E88" w:rsidRDefault="001A0E88" w:rsidP="00D63C25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NOMENCLATURE:  COMPOUNDS WITH POLYATOMIC IONS</w:t>
      </w:r>
    </w:p>
    <w:p w:rsidR="001A0E88" w:rsidRDefault="001A0E88" w:rsidP="00D63C25">
      <w:pPr>
        <w:spacing w:line="240" w:lineRule="auto"/>
        <w:contextualSpacing/>
        <w:rPr>
          <w:b/>
          <w:u w:val="single"/>
        </w:rPr>
      </w:pPr>
    </w:p>
    <w:p w:rsidR="001A0E88" w:rsidRDefault="001A0E88" w:rsidP="00D63C25">
      <w:pPr>
        <w:spacing w:line="240" w:lineRule="auto"/>
        <w:contextualSpacing/>
      </w:pPr>
      <w:r>
        <w:t>Write the name of each of the following ionic compounds: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a)</w:t>
      </w:r>
      <w:r>
        <w:tab/>
        <w:t>KMnO</w:t>
      </w:r>
      <w:r w:rsidRPr="00DA6EC6">
        <w:rPr>
          <w:vertAlign w:val="subscript"/>
        </w:rPr>
        <w:t>4</w:t>
      </w:r>
      <w:r>
        <w:tab/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b)</w:t>
      </w:r>
      <w:r>
        <w:tab/>
        <w:t>(NH</w:t>
      </w:r>
      <w:r w:rsidRPr="00DA6EC6">
        <w:rPr>
          <w:vertAlign w:val="subscript"/>
        </w:rPr>
        <w:t>4</w:t>
      </w:r>
      <w:r>
        <w:t>)</w:t>
      </w:r>
      <w:r w:rsidRPr="00DA6EC6">
        <w:rPr>
          <w:vertAlign w:val="subscript"/>
        </w:rPr>
        <w:t>2</w:t>
      </w:r>
      <w:r>
        <w:t>SO</w:t>
      </w:r>
      <w:r w:rsidRPr="00DA6EC6">
        <w:rPr>
          <w:vertAlign w:val="subscript"/>
        </w:rPr>
        <w:t>4</w:t>
      </w:r>
      <w:r>
        <w:tab/>
        <w:t>______________________</w:t>
      </w:r>
    </w:p>
    <w:p w:rsidR="001A0E88" w:rsidRPr="00577E4D" w:rsidRDefault="001A0E88" w:rsidP="00D63C25">
      <w:pPr>
        <w:spacing w:line="240" w:lineRule="auto"/>
        <w:contextualSpacing/>
      </w:pPr>
      <w:r>
        <w:t>c)</w:t>
      </w:r>
      <w:r>
        <w:tab/>
        <w:t>CoPO</w:t>
      </w:r>
      <w:r w:rsidRPr="00DA6EC6">
        <w:rPr>
          <w:vertAlign w:val="subscript"/>
        </w:rPr>
        <w:t>4</w:t>
      </w:r>
      <w:r>
        <w:tab/>
      </w:r>
      <w:r>
        <w:tab/>
        <w:t>______________________</w:t>
      </w:r>
    </w:p>
    <w:p w:rsidR="001A0E88" w:rsidRPr="00577E4D" w:rsidRDefault="001A0E88" w:rsidP="00D63C25">
      <w:pPr>
        <w:spacing w:line="240" w:lineRule="auto"/>
        <w:contextualSpacing/>
      </w:pPr>
      <w:r>
        <w:t>d)</w:t>
      </w:r>
      <w:r>
        <w:tab/>
        <w:t>H</w:t>
      </w:r>
      <w:r w:rsidRPr="00DA6EC6">
        <w:rPr>
          <w:vertAlign w:val="subscript"/>
        </w:rPr>
        <w:t>2</w:t>
      </w:r>
      <w:r>
        <w:t>O</w:t>
      </w:r>
      <w:r w:rsidRPr="00DA6EC6">
        <w:rPr>
          <w:vertAlign w:val="subscript"/>
        </w:rPr>
        <w:t>2</w:t>
      </w:r>
      <w:r>
        <w:rPr>
          <w:vertAlign w:val="subscript"/>
        </w:rPr>
        <w:tab/>
      </w:r>
      <w:r>
        <w:rPr>
          <w:vertAlign w:val="subscript"/>
        </w:rPr>
        <w:tab/>
      </w:r>
      <w:r>
        <w:t>______________________</w:t>
      </w:r>
    </w:p>
    <w:p w:rsidR="001A0E88" w:rsidRDefault="001A0E88" w:rsidP="00D63C25">
      <w:pPr>
        <w:spacing w:line="240" w:lineRule="auto"/>
        <w:contextualSpacing/>
      </w:pPr>
      <w:r>
        <w:t>e)</w:t>
      </w:r>
      <w:r>
        <w:tab/>
        <w:t>Zn(NO</w:t>
      </w:r>
      <w:r w:rsidRPr="00DA6EC6">
        <w:rPr>
          <w:vertAlign w:val="subscript"/>
        </w:rPr>
        <w:t>3</w:t>
      </w:r>
      <w:r>
        <w:t>)</w:t>
      </w:r>
      <w:r w:rsidRPr="00DA6EC6">
        <w:rPr>
          <w:vertAlign w:val="subscript"/>
        </w:rPr>
        <w:t>2</w:t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f)</w:t>
      </w:r>
      <w:r>
        <w:tab/>
        <w:t>Ag</w:t>
      </w:r>
      <w:r w:rsidRPr="00DA6EC6">
        <w:rPr>
          <w:vertAlign w:val="subscript"/>
        </w:rPr>
        <w:t>2</w:t>
      </w:r>
      <w:r>
        <w:t>SO</w:t>
      </w:r>
      <w:r w:rsidRPr="00DA6EC6">
        <w:rPr>
          <w:vertAlign w:val="subscript"/>
        </w:rPr>
        <w:t>3</w:t>
      </w:r>
      <w:r>
        <w:tab/>
      </w:r>
      <w:r>
        <w:tab/>
        <w:t>______________________</w:t>
      </w:r>
    </w:p>
    <w:p w:rsidR="001A0E88" w:rsidRPr="00577E4D" w:rsidRDefault="001A0E88" w:rsidP="00D63C25">
      <w:pPr>
        <w:spacing w:line="240" w:lineRule="auto"/>
        <w:contextualSpacing/>
      </w:pPr>
      <w:r>
        <w:t>g)</w:t>
      </w:r>
      <w:r>
        <w:tab/>
        <w:t>Na</w:t>
      </w:r>
      <w:r w:rsidRPr="00DA6EC6">
        <w:rPr>
          <w:vertAlign w:val="subscript"/>
        </w:rPr>
        <w:t>2</w:t>
      </w:r>
      <w:r>
        <w:t>O</w:t>
      </w:r>
      <w:r w:rsidRPr="00DA6EC6">
        <w:rPr>
          <w:vertAlign w:val="subscript"/>
        </w:rPr>
        <w:t>2</w:t>
      </w:r>
      <w:r>
        <w:tab/>
      </w:r>
      <w:r>
        <w:tab/>
        <w:t>______________________</w:t>
      </w:r>
    </w:p>
    <w:p w:rsidR="001A0E88" w:rsidRPr="005967B2" w:rsidRDefault="001A0E88" w:rsidP="00D63C25">
      <w:pPr>
        <w:spacing w:line="240" w:lineRule="auto"/>
        <w:contextualSpacing/>
      </w:pPr>
      <w:r>
        <w:t>h)</w:t>
      </w:r>
      <w:r>
        <w:tab/>
        <w:t>Mn(NO</w:t>
      </w:r>
      <w:r w:rsidRPr="00DA6EC6">
        <w:rPr>
          <w:vertAlign w:val="subscript"/>
        </w:rPr>
        <w:t>3</w:t>
      </w:r>
      <w:r>
        <w:t>)</w:t>
      </w:r>
      <w:r w:rsidRPr="00DA6EC6">
        <w:rPr>
          <w:vertAlign w:val="subscript"/>
        </w:rPr>
        <w:t>4</w:t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i)</w:t>
      </w:r>
      <w:r>
        <w:tab/>
        <w:t>Sr(ClO</w:t>
      </w:r>
      <w:r w:rsidRPr="00DA6EC6">
        <w:rPr>
          <w:vertAlign w:val="subscript"/>
        </w:rPr>
        <w:t>4</w:t>
      </w:r>
      <w:r>
        <w:t>)</w:t>
      </w:r>
      <w:r w:rsidRPr="00DA6EC6">
        <w:rPr>
          <w:vertAlign w:val="subscript"/>
        </w:rPr>
        <w:t>2</w:t>
      </w:r>
      <w:r>
        <w:tab/>
        <w:t>______________________</w:t>
      </w:r>
    </w:p>
    <w:p w:rsidR="001A0E88" w:rsidRPr="000115D5" w:rsidRDefault="001A0E88" w:rsidP="00D63C25">
      <w:pPr>
        <w:spacing w:line="240" w:lineRule="auto"/>
        <w:contextualSpacing/>
      </w:pPr>
      <w:r>
        <w:t>j)</w:t>
      </w:r>
      <w:r>
        <w:tab/>
        <w:t>AuCN</w:t>
      </w:r>
      <w:r>
        <w:tab/>
      </w:r>
      <w:r>
        <w:tab/>
        <w:t>______________________</w:t>
      </w:r>
    </w:p>
    <w:p w:rsidR="001A0E88" w:rsidRPr="000115D5" w:rsidRDefault="001A0E88" w:rsidP="00D63C25">
      <w:pPr>
        <w:spacing w:line="240" w:lineRule="auto"/>
        <w:contextualSpacing/>
      </w:pPr>
      <w:r>
        <w:t>k)</w:t>
      </w:r>
      <w:r>
        <w:tab/>
        <w:t>PbCr</w:t>
      </w:r>
      <w:r w:rsidRPr="00DA6EC6">
        <w:rPr>
          <w:vertAlign w:val="subscript"/>
        </w:rPr>
        <w:t>2</w:t>
      </w:r>
      <w:r>
        <w:t>O</w:t>
      </w:r>
      <w:r w:rsidRPr="00DA6EC6">
        <w:rPr>
          <w:vertAlign w:val="subscript"/>
        </w:rPr>
        <w:t>7</w:t>
      </w:r>
      <w:r>
        <w:tab/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l)</w:t>
      </w:r>
      <w:r>
        <w:tab/>
        <w:t>CuCO</w:t>
      </w:r>
      <w:r w:rsidRPr="00DA6EC6">
        <w:rPr>
          <w:vertAlign w:val="subscript"/>
        </w:rPr>
        <w:t>3</w:t>
      </w:r>
      <w:r>
        <w:tab/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m)</w:t>
      </w:r>
      <w:r>
        <w:tab/>
        <w:t>NH</w:t>
      </w:r>
      <w:r w:rsidRPr="00DA6EC6">
        <w:rPr>
          <w:vertAlign w:val="subscript"/>
        </w:rPr>
        <w:t>4</w:t>
      </w:r>
      <w:r>
        <w:t>Cl</w:t>
      </w:r>
      <w:r>
        <w:tab/>
      </w:r>
      <w:r>
        <w:tab/>
        <w:t>______________________</w:t>
      </w:r>
    </w:p>
    <w:p w:rsidR="001A0E88" w:rsidRPr="00681621" w:rsidRDefault="001A0E88" w:rsidP="00D63C25">
      <w:pPr>
        <w:spacing w:line="240" w:lineRule="auto"/>
        <w:contextualSpacing/>
      </w:pPr>
      <w:r>
        <w:t>n)</w:t>
      </w:r>
      <w:r>
        <w:tab/>
        <w:t>Al(NO</w:t>
      </w:r>
      <w:r w:rsidRPr="00DA6EC6">
        <w:rPr>
          <w:vertAlign w:val="subscript"/>
        </w:rPr>
        <w:t>2</w:t>
      </w:r>
      <w:r>
        <w:t>)</w:t>
      </w:r>
      <w:r w:rsidRPr="00DA6EC6">
        <w:rPr>
          <w:vertAlign w:val="subscript"/>
        </w:rPr>
        <w:t>3</w:t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Given the IUPAC name of each ionic compound, write its chemical formula: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a)</w:t>
      </w:r>
      <w:r>
        <w:tab/>
        <w:t>Strontium Carbonate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b)</w:t>
      </w:r>
      <w:r>
        <w:tab/>
        <w:t>Ammonium Hydroxide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c)</w:t>
      </w:r>
      <w:r>
        <w:tab/>
        <w:t>Chromium (III) hypochlorite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d)</w:t>
      </w:r>
      <w:r>
        <w:tab/>
        <w:t>Aluminum Chromate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e)</w:t>
      </w:r>
      <w:r>
        <w:tab/>
        <w:t>Silver Phosphite</w:t>
      </w:r>
      <w:r>
        <w:tab/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f)</w:t>
      </w:r>
      <w:r>
        <w:tab/>
        <w:t>Molybdenum (VI) Acetate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g)</w:t>
      </w:r>
      <w:r>
        <w:tab/>
        <w:t>Lead (II) Persulphate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h)</w:t>
      </w:r>
      <w:r>
        <w:tab/>
        <w:t>Cadmium Peroxide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i)</w:t>
      </w:r>
      <w:r>
        <w:tab/>
        <w:t>Iron (III) Cyanide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j)</w:t>
      </w:r>
      <w:r>
        <w:tab/>
        <w:t>Lithium Thiosulphate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k)</w:t>
      </w:r>
      <w:r>
        <w:tab/>
        <w:t>Calcium Permanganate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l)</w:t>
      </w:r>
      <w:r>
        <w:tab/>
        <w:t>Copper (I) Hydrogen Carbonate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m)</w:t>
      </w:r>
      <w:r>
        <w:tab/>
        <w:t>Gallium Dihydrogen Phosphate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Write the name of each of the following molecular compounds: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a)</w:t>
      </w:r>
      <w:r>
        <w:tab/>
        <w:t>BI</w:t>
      </w:r>
      <w:r>
        <w:rPr>
          <w:vertAlign w:val="subscript"/>
        </w:rPr>
        <w:t>3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b)</w:t>
      </w:r>
      <w:r>
        <w:tab/>
        <w:t>SiO</w:t>
      </w:r>
      <w:r>
        <w:rPr>
          <w:vertAlign w:val="subscript"/>
        </w:rPr>
        <w:t>2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c)</w:t>
      </w:r>
      <w:r>
        <w:tab/>
        <w:t>XeF</w:t>
      </w:r>
      <w:r>
        <w:rPr>
          <w:vertAlign w:val="subscript"/>
        </w:rPr>
        <w:t>6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d)</w:t>
      </w:r>
      <w:r>
        <w:tab/>
        <w:t>PCl</w:t>
      </w:r>
      <w:r>
        <w:rPr>
          <w:vertAlign w:val="subscript"/>
        </w:rPr>
        <w:t>5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e)</w:t>
      </w:r>
      <w:r>
        <w:tab/>
        <w:t>N</w:t>
      </w:r>
      <w:r>
        <w:rPr>
          <w:vertAlign w:val="subscript"/>
        </w:rPr>
        <w:t>2</w:t>
      </w:r>
      <w:r>
        <w:t>O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f)</w:t>
      </w:r>
      <w:r>
        <w:tab/>
        <w:t>HCl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g)</w:t>
      </w:r>
      <w:r>
        <w:tab/>
        <w:t>SO</w:t>
      </w:r>
      <w:r>
        <w:rPr>
          <w:vertAlign w:val="subscript"/>
        </w:rPr>
        <w:t>2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h)</w:t>
      </w:r>
      <w:r>
        <w:tab/>
        <w:t>SeS</w:t>
      </w:r>
      <w:r>
        <w:rPr>
          <w:vertAlign w:val="subscript"/>
        </w:rPr>
        <w:t>2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i)</w:t>
      </w:r>
      <w:r>
        <w:tab/>
        <w:t>CBr</w:t>
      </w:r>
      <w:r>
        <w:rPr>
          <w:vertAlign w:val="subscript"/>
        </w:rPr>
        <w:t>4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  <w:r>
        <w:t>j)</w:t>
      </w:r>
      <w:r>
        <w:tab/>
        <w:t>SI</w:t>
      </w:r>
      <w:r>
        <w:rPr>
          <w:vertAlign w:val="subscript"/>
        </w:rPr>
        <w:t>6</w:t>
      </w:r>
      <w:r>
        <w:tab/>
      </w:r>
      <w:r>
        <w:tab/>
        <w:t>____________________________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Given the IUPAC name of each molecular compound, write its chemical formula: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a)</w:t>
      </w:r>
      <w:r>
        <w:tab/>
        <w:t>Xenon Tetrachloride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b)</w:t>
      </w:r>
      <w:r>
        <w:tab/>
        <w:t>Dinitrogen Pentasulphide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c)</w:t>
      </w:r>
      <w:r>
        <w:tab/>
        <w:t>Triantimony Pentarsenide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d)</w:t>
      </w:r>
      <w:r>
        <w:tab/>
        <w:t>Oxygen Difluoride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e)</w:t>
      </w:r>
      <w:r>
        <w:tab/>
        <w:t>Diarsenic Pentaselenide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f)</w:t>
      </w:r>
      <w:r>
        <w:tab/>
        <w:t>Sulphur Trioxide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g)</w:t>
      </w:r>
      <w:r>
        <w:tab/>
        <w:t>Bromine Dichloride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h)</w:t>
      </w:r>
      <w:r>
        <w:tab/>
        <w:t>Silicon Tetrasulphide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i)</w:t>
      </w:r>
      <w:r>
        <w:tab/>
        <w:t>Diphosphorous Hexafluoride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j)</w:t>
      </w:r>
      <w:r>
        <w:tab/>
        <w:t>Trisulphur Dinitride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k)</w:t>
      </w:r>
      <w:r>
        <w:tab/>
        <w:t>Astatine Dioxide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ab/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When describing molecular compounds, the elements in each molecule should be ordered in the following sequence: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B, Si, C, Sb, As, P, N, H, Te, Se, S, At, I, Br, Cl, O, F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 xml:space="preserve">Prefixes for use in naming molecular compounds:  </w:t>
      </w:r>
    </w:p>
    <w:p w:rsidR="001A0E88" w:rsidRDefault="001A0E88" w:rsidP="00D63C25">
      <w:pPr>
        <w:spacing w:line="240" w:lineRule="auto"/>
        <w:contextualSpacing/>
      </w:pPr>
    </w:p>
    <w:p w:rsidR="001A0E88" w:rsidRPr="009051BC" w:rsidRDefault="001A0E88" w:rsidP="00D63C25">
      <w:pPr>
        <w:spacing w:line="240" w:lineRule="auto"/>
        <w:contextualSpacing/>
      </w:pPr>
      <w:r>
        <w:t>mono = 1, di = 2, tri = 3, tetra = 4, penta = 5, hexa = 6, hepta = 7, octa = 8, nona  = 9, deca = 10</w:t>
      </w:r>
      <w:bookmarkStart w:id="0" w:name="_GoBack"/>
      <w:bookmarkEnd w:id="0"/>
    </w:p>
    <w:sectPr w:rsidR="001A0E88" w:rsidRPr="009051BC" w:rsidSect="00F4226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E88" w:rsidRDefault="001A0E88" w:rsidP="00DF765F">
      <w:pPr>
        <w:spacing w:after="0" w:line="240" w:lineRule="auto"/>
      </w:pPr>
      <w:r>
        <w:separator/>
      </w:r>
    </w:p>
  </w:endnote>
  <w:endnote w:type="continuationSeparator" w:id="0">
    <w:p w:rsidR="001A0E88" w:rsidRDefault="001A0E88" w:rsidP="00DF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88" w:rsidRDefault="001A0E88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1A0E88" w:rsidRDefault="001A0E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E88" w:rsidRDefault="001A0E88" w:rsidP="00DF765F">
      <w:pPr>
        <w:spacing w:after="0" w:line="240" w:lineRule="auto"/>
      </w:pPr>
      <w:r>
        <w:separator/>
      </w:r>
    </w:p>
  </w:footnote>
  <w:footnote w:type="continuationSeparator" w:id="0">
    <w:p w:rsidR="001A0E88" w:rsidRDefault="001A0E88" w:rsidP="00DF7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E88" w:rsidRDefault="001A0E88">
    <w:pPr>
      <w:pStyle w:val="Header"/>
    </w:pPr>
    <w:r>
      <w:t>SCH3U</w:t>
    </w:r>
    <w:r>
      <w:tab/>
    </w:r>
    <w:r>
      <w:tab/>
      <w:t>Name: ______________________</w:t>
    </w:r>
  </w:p>
  <w:p w:rsidR="001A0E88" w:rsidRDefault="001A0E88">
    <w:pPr>
      <w:pStyle w:val="Header"/>
    </w:pPr>
  </w:p>
  <w:p w:rsidR="001A0E88" w:rsidRDefault="001A0E88">
    <w:pPr>
      <w:pStyle w:val="Header"/>
    </w:pPr>
    <w:r>
      <w:tab/>
    </w:r>
    <w:r>
      <w:tab/>
      <w:t xml:space="preserve">   Date: _______________________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C25"/>
    <w:rsid w:val="000115D5"/>
    <w:rsid w:val="000375A7"/>
    <w:rsid w:val="000737DD"/>
    <w:rsid w:val="00081641"/>
    <w:rsid w:val="000854C6"/>
    <w:rsid w:val="00087C57"/>
    <w:rsid w:val="0010522B"/>
    <w:rsid w:val="00105AB1"/>
    <w:rsid w:val="00122E51"/>
    <w:rsid w:val="00160BC3"/>
    <w:rsid w:val="00170B7B"/>
    <w:rsid w:val="001A0E88"/>
    <w:rsid w:val="001B7F8C"/>
    <w:rsid w:val="001C30AF"/>
    <w:rsid w:val="001C6A34"/>
    <w:rsid w:val="001E5909"/>
    <w:rsid w:val="0022269E"/>
    <w:rsid w:val="0024455C"/>
    <w:rsid w:val="00294118"/>
    <w:rsid w:val="00295087"/>
    <w:rsid w:val="002C11E8"/>
    <w:rsid w:val="002E669A"/>
    <w:rsid w:val="0033083D"/>
    <w:rsid w:val="0033204F"/>
    <w:rsid w:val="003C7E12"/>
    <w:rsid w:val="003E6B32"/>
    <w:rsid w:val="003F0A1C"/>
    <w:rsid w:val="00416E86"/>
    <w:rsid w:val="004234EB"/>
    <w:rsid w:val="004333CB"/>
    <w:rsid w:val="004571FD"/>
    <w:rsid w:val="0047164E"/>
    <w:rsid w:val="00492387"/>
    <w:rsid w:val="00525B88"/>
    <w:rsid w:val="00550517"/>
    <w:rsid w:val="00577E4D"/>
    <w:rsid w:val="005967B2"/>
    <w:rsid w:val="005A3C3E"/>
    <w:rsid w:val="005B611D"/>
    <w:rsid w:val="005D1FAC"/>
    <w:rsid w:val="00610C62"/>
    <w:rsid w:val="00613200"/>
    <w:rsid w:val="00624599"/>
    <w:rsid w:val="00647E0C"/>
    <w:rsid w:val="00664507"/>
    <w:rsid w:val="0067125D"/>
    <w:rsid w:val="00681621"/>
    <w:rsid w:val="006A387D"/>
    <w:rsid w:val="006C541D"/>
    <w:rsid w:val="006C5651"/>
    <w:rsid w:val="006E21ED"/>
    <w:rsid w:val="00723B65"/>
    <w:rsid w:val="007D5E44"/>
    <w:rsid w:val="007F2B21"/>
    <w:rsid w:val="00802F11"/>
    <w:rsid w:val="00895251"/>
    <w:rsid w:val="008D150A"/>
    <w:rsid w:val="008E346F"/>
    <w:rsid w:val="009051BC"/>
    <w:rsid w:val="00950DA5"/>
    <w:rsid w:val="009E2DAE"/>
    <w:rsid w:val="009E7745"/>
    <w:rsid w:val="00A23D31"/>
    <w:rsid w:val="00A33962"/>
    <w:rsid w:val="00A35243"/>
    <w:rsid w:val="00A44519"/>
    <w:rsid w:val="00A97EF6"/>
    <w:rsid w:val="00AE7FF6"/>
    <w:rsid w:val="00B13B4F"/>
    <w:rsid w:val="00B15E6E"/>
    <w:rsid w:val="00B26CF0"/>
    <w:rsid w:val="00B52057"/>
    <w:rsid w:val="00B70E19"/>
    <w:rsid w:val="00B9166F"/>
    <w:rsid w:val="00BA5654"/>
    <w:rsid w:val="00BA5DB6"/>
    <w:rsid w:val="00BA774D"/>
    <w:rsid w:val="00BD046B"/>
    <w:rsid w:val="00BF321D"/>
    <w:rsid w:val="00BF6206"/>
    <w:rsid w:val="00C70857"/>
    <w:rsid w:val="00CF770C"/>
    <w:rsid w:val="00D009C6"/>
    <w:rsid w:val="00D16CBF"/>
    <w:rsid w:val="00D50D91"/>
    <w:rsid w:val="00D55C4A"/>
    <w:rsid w:val="00D63C25"/>
    <w:rsid w:val="00D8065A"/>
    <w:rsid w:val="00DA6EC6"/>
    <w:rsid w:val="00DC7700"/>
    <w:rsid w:val="00DE6C1D"/>
    <w:rsid w:val="00DF765F"/>
    <w:rsid w:val="00E03E18"/>
    <w:rsid w:val="00E60B60"/>
    <w:rsid w:val="00E72DFC"/>
    <w:rsid w:val="00E841C2"/>
    <w:rsid w:val="00EF1A61"/>
    <w:rsid w:val="00F06524"/>
    <w:rsid w:val="00F41FDC"/>
    <w:rsid w:val="00F42266"/>
    <w:rsid w:val="00F527BF"/>
    <w:rsid w:val="00F74E65"/>
    <w:rsid w:val="00F761F7"/>
    <w:rsid w:val="00F92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26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76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F765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38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407</Words>
  <Characters>2323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Fisher</dc:creator>
  <cp:keywords/>
  <dc:description/>
  <cp:lastModifiedBy>User</cp:lastModifiedBy>
  <cp:revision>8</cp:revision>
  <cp:lastPrinted>2012-03-07T17:47:00Z</cp:lastPrinted>
  <dcterms:created xsi:type="dcterms:W3CDTF">2012-03-07T17:23:00Z</dcterms:created>
  <dcterms:modified xsi:type="dcterms:W3CDTF">2012-03-07T17:47:00Z</dcterms:modified>
</cp:coreProperties>
</file>